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9B371F" w:rsidR="00463F4D" w:rsidP="00463F4D" w:rsidRDefault="00463F4D" w14:paraId="46EC8B07" wp14:textId="77777777">
      <w:pPr>
        <w:rPr>
          <w:rFonts w:ascii="ＭＳ Ｐ明朝" w:hAnsi="ＭＳ Ｐ明朝" w:eastAsia="ＭＳ Ｐ明朝"/>
          <w:sz w:val="20"/>
          <w:bdr w:val="single" w:color="auto" w:sz="4" w:space="0"/>
        </w:rPr>
      </w:pPr>
      <w:r>
        <w:rPr>
          <w:rFonts w:hint="eastAsia" w:ascii="ＭＳ Ｐ明朝" w:hAnsi="ＭＳ Ｐ明朝" w:eastAsia="ＭＳ Ｐ明朝"/>
          <w:sz w:val="20"/>
          <w:bdr w:val="single" w:color="auto" w:sz="4" w:space="0"/>
        </w:rPr>
        <w:t>電波祭実行委員会 [</w:t>
      </w:r>
      <w:r w:rsidR="000E4623">
        <w:rPr>
          <w:rFonts w:hint="eastAsia" w:ascii="ＭＳ Ｐ明朝" w:hAnsi="ＭＳ Ｐ明朝" w:eastAsia="ＭＳ Ｐ明朝"/>
          <w:sz w:val="20"/>
          <w:bdr w:val="single" w:color="auto" w:sz="4" w:space="0"/>
        </w:rPr>
        <w:t>会計</w:t>
      </w:r>
      <w:r>
        <w:rPr>
          <w:rFonts w:hint="eastAsia" w:ascii="ＭＳ Ｐ明朝" w:hAnsi="ＭＳ Ｐ明朝" w:eastAsia="ＭＳ Ｐ明朝"/>
          <w:sz w:val="20"/>
          <w:bdr w:val="single" w:color="auto" w:sz="4" w:space="0"/>
        </w:rPr>
        <w:t xml:space="preserve">] </w:t>
      </w:r>
    </w:p>
    <w:p xmlns:wp14="http://schemas.microsoft.com/office/word/2010/wordml" w:rsidRPr="00723C9E" w:rsidR="00DA5C1F" w:rsidP="00723C9E" w:rsidRDefault="005C1306" w14:paraId="513657FF" wp14:textId="77777777">
      <w:pPr>
        <w:tabs>
          <w:tab w:val="left" w:pos="709"/>
          <w:tab w:val="left" w:pos="5600"/>
        </w:tabs>
        <w:jc w:val="center"/>
        <w:rPr>
          <w:rFonts w:ascii="ＭＳ Ｐゴシック" w:hAnsi="ＭＳ Ｐゴシック" w:eastAsia="ＭＳ Ｐゴシック"/>
          <w:sz w:val="28"/>
        </w:rPr>
      </w:pPr>
      <w:r>
        <w:rPr>
          <w:rFonts w:hint="eastAsia" w:ascii="ＭＳ Ｐゴシック" w:hAnsi="ＭＳ Ｐゴシック" w:eastAsia="ＭＳ Ｐゴシック"/>
          <w:sz w:val="28"/>
        </w:rPr>
        <w:t>決算</w:t>
      </w:r>
      <w:r w:rsidR="000E4623">
        <w:rPr>
          <w:rFonts w:hint="eastAsia" w:ascii="ＭＳ Ｐゴシック" w:hAnsi="ＭＳ Ｐゴシック" w:eastAsia="ＭＳ Ｐゴシック"/>
          <w:sz w:val="28"/>
        </w:rPr>
        <w:t>報告書作成における注意事項</w:t>
      </w:r>
    </w:p>
    <w:p xmlns:wp14="http://schemas.microsoft.com/office/word/2010/wordml" w:rsidR="00DA5C1F" w:rsidP="0042296C" w:rsidRDefault="00D219C4" w14:paraId="2172D525" wp14:textId="77777777">
      <w:pPr>
        <w:jc w:val="center"/>
        <w:rPr>
          <w:rFonts w:ascii="ＭＳ Ｐ明朝" w:hAnsi="ＭＳ Ｐ明朝" w:eastAsia="ＭＳ Ｐ明朝"/>
        </w:rPr>
      </w:pPr>
      <w:r>
        <w:rPr>
          <w:rFonts w:hint="eastAsia" w:ascii="ＭＳ Ｐ明朝" w:hAnsi="ＭＳ Ｐ明朝" w:eastAsia="ＭＳ Ｐ明朝"/>
        </w:rPr>
        <w:t>R4</w:t>
      </w:r>
      <w:r w:rsidR="0042296C">
        <w:rPr>
          <w:rFonts w:hint="eastAsia" w:ascii="ＭＳ Ｐ明朝" w:hAnsi="ＭＳ Ｐ明朝" w:eastAsia="ＭＳ Ｐ明朝"/>
        </w:rPr>
        <w:t>年度_電波祭実行委員会</w:t>
      </w:r>
    </w:p>
    <w:p xmlns:wp14="http://schemas.microsoft.com/office/word/2010/wordml" w:rsidRPr="0042296C" w:rsidR="0042296C" w:rsidP="00DA5C1F" w:rsidRDefault="0042296C" w14:paraId="672A6659" wp14:textId="77777777">
      <w:pPr>
        <w:rPr>
          <w:rFonts w:ascii="ＭＳ Ｐ明朝" w:hAnsi="ＭＳ Ｐ明朝" w:eastAsia="ＭＳ Ｐ明朝"/>
        </w:rPr>
      </w:pPr>
    </w:p>
    <w:p xmlns:wp14="http://schemas.microsoft.com/office/word/2010/wordml" w:rsidRPr="000E4623" w:rsidR="000E4623" w:rsidP="000E4623" w:rsidRDefault="000E4623" w14:paraId="65542CC5"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売上の有・無のいずれに○をしてください。</w:t>
      </w:r>
    </w:p>
    <w:p xmlns:wp14="http://schemas.microsoft.com/office/word/2010/wordml" w:rsidRPr="000E4623" w:rsidR="000E4623" w:rsidP="000E4623" w:rsidRDefault="000E4623" w14:paraId="76D46AB0"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支払い証拠書類は</w:t>
      </w:r>
      <w:r w:rsidRPr="000E4623">
        <w:rPr>
          <w:rFonts w:hint="eastAsia" w:ascii="ＭＳ Ｐ明朝" w:hAnsi="ＭＳ Ｐ明朝" w:eastAsia="ＭＳ Ｐ明朝"/>
          <w:sz w:val="20"/>
          <w:szCs w:val="21"/>
          <w:u w:val="single"/>
        </w:rPr>
        <w:t>物品明細が記載されたレシートを推奨します。</w:t>
      </w:r>
      <w:r w:rsidRPr="000E4623">
        <w:rPr>
          <w:rFonts w:hint="eastAsia" w:ascii="ＭＳ Ｐ明朝" w:hAnsi="ＭＳ Ｐ明朝" w:eastAsia="ＭＳ Ｐ明朝"/>
          <w:sz w:val="20"/>
          <w:szCs w:val="21"/>
        </w:rPr>
        <w:t>物品名の記載がない領収書のみは不正を防ぐため推奨しません。特に非営業団体の場合は学生会から支払い拒否される場合があるので注意してください。</w:t>
      </w:r>
    </w:p>
    <w:p xmlns:wp14="http://schemas.microsoft.com/office/word/2010/wordml" w:rsidRPr="000E4623" w:rsidR="000E4623" w:rsidP="000E4623" w:rsidRDefault="000E4623" w14:paraId="0E4946C6"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レシートは現金と同じです。紛失した際は支払った人の負担となります。絶対に無くさないようにしてください。</w:t>
      </w:r>
    </w:p>
    <w:p xmlns:wp14="http://schemas.microsoft.com/office/word/2010/wordml" w:rsidRPr="000E4623" w:rsidR="000E4623" w:rsidP="000E4623" w:rsidRDefault="000E4623" w14:paraId="793C74AB"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レシートのコピー貼付けは不正を防ぐため不可とします。</w:t>
      </w:r>
    </w:p>
    <w:p xmlns:wp14="http://schemas.microsoft.com/office/word/2010/wordml" w:rsidRPr="000E4623" w:rsidR="000E4623" w:rsidP="000E4623" w:rsidRDefault="000E4623" w14:paraId="3D62BAEF"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レシートは</w:t>
      </w:r>
      <w:r w:rsidRPr="000E4623">
        <w:rPr>
          <w:rFonts w:hint="eastAsia" w:ascii="ＭＳ Ｐ明朝" w:hAnsi="ＭＳ Ｐ明朝" w:eastAsia="ＭＳ Ｐ明朝"/>
          <w:sz w:val="20"/>
          <w:szCs w:val="21"/>
          <w:u w:val="single"/>
        </w:rPr>
        <w:t>支出用A4白紙の台紙上に整列して剥がれないように全面糊付け</w:t>
      </w:r>
      <w:r w:rsidRPr="000E4623">
        <w:rPr>
          <w:rFonts w:hint="eastAsia" w:ascii="ＭＳ Ｐ明朝" w:hAnsi="ＭＳ Ｐ明朝" w:eastAsia="ＭＳ Ｐ明朝"/>
          <w:sz w:val="20"/>
          <w:szCs w:val="21"/>
        </w:rPr>
        <w:t>してください。支出用A4白紙（台紙）は複数枚になっても構いません。（重ね張り，用紙からのはみ出しはNG</w:t>
      </w:r>
      <w:r w:rsidRPr="000E4623">
        <w:rPr>
          <w:rFonts w:ascii="ＭＳ Ｐ明朝" w:hAnsi="ＭＳ Ｐ明朝" w:eastAsia="ＭＳ Ｐ明朝"/>
          <w:sz w:val="20"/>
          <w:szCs w:val="21"/>
        </w:rPr>
        <w:t>）</w:t>
      </w:r>
    </w:p>
    <w:p xmlns:wp14="http://schemas.microsoft.com/office/word/2010/wordml" w:rsidRPr="000E4623" w:rsidR="000E4623" w:rsidP="000E4623" w:rsidRDefault="000E4623" w14:paraId="4FDBA377"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レシートが複数枚に渡る場合、</w:t>
      </w:r>
      <w:r w:rsidRPr="000E4623">
        <w:rPr>
          <w:rFonts w:hint="eastAsia" w:ascii="ＭＳ Ｐ明朝" w:hAnsi="ＭＳ Ｐ明朝" w:eastAsia="ＭＳ Ｐ明朝"/>
          <w:sz w:val="20"/>
          <w:szCs w:val="21"/>
          <w:u w:val="single"/>
        </w:rPr>
        <w:t>各レシートに①②③・・・等の通し番号を付けてください</w:t>
      </w:r>
      <w:r w:rsidRPr="000E4623">
        <w:rPr>
          <w:rFonts w:hint="eastAsia" w:ascii="ＭＳ Ｐ明朝" w:hAnsi="ＭＳ Ｐ明朝" w:eastAsia="ＭＳ Ｐ明朝"/>
          <w:sz w:val="20"/>
          <w:szCs w:val="21"/>
        </w:rPr>
        <w:t>（サンプル参照）。また、各レシートの合計金額に蛍光ペン等でマーカーを付けることを推奨します。</w:t>
      </w:r>
    </w:p>
    <w:p xmlns:wp14="http://schemas.microsoft.com/office/word/2010/wordml" w:rsidRPr="000E4623" w:rsidR="000E4623" w:rsidP="000E4623" w:rsidRDefault="000E4623" w14:paraId="25862841"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各団体</w:t>
      </w:r>
      <w:r w:rsidR="00CE3EA7">
        <w:rPr>
          <w:rFonts w:hint="eastAsia" w:ascii="ＭＳ Ｐ明朝" w:hAnsi="ＭＳ Ｐ明朝" w:eastAsia="ＭＳ Ｐ明朝"/>
          <w:sz w:val="20"/>
          <w:szCs w:val="21"/>
        </w:rPr>
        <w:t>が独自でレンタルした</w:t>
      </w:r>
      <w:r w:rsidRPr="000E4623">
        <w:rPr>
          <w:rFonts w:hint="eastAsia" w:ascii="ＭＳ Ｐ明朝" w:hAnsi="ＭＳ Ｐ明朝" w:eastAsia="ＭＳ Ｐ明朝"/>
          <w:sz w:val="20"/>
          <w:szCs w:val="21"/>
        </w:rPr>
        <w:t>調理器具等は支出として計上してください。</w:t>
      </w:r>
    </w:p>
    <w:p xmlns:wp14="http://schemas.microsoft.com/office/word/2010/wordml" w:rsidR="00727B82" w:rsidP="00727B82" w:rsidRDefault="000E4623" w14:paraId="38785E19"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クラス・団体ごとに物品購入代金集めの名目で事前に</w:t>
      </w:r>
      <w:r w:rsidRPr="000E4623">
        <w:rPr>
          <w:rFonts w:hint="eastAsia" w:ascii="ＭＳ Ｐ明朝" w:hAnsi="ＭＳ Ｐ明朝" w:eastAsia="ＭＳ Ｐ明朝"/>
          <w:sz w:val="20"/>
          <w:szCs w:val="21"/>
          <w:u w:val="single"/>
        </w:rPr>
        <w:t>一律徴収した現金は収入として計上</w:t>
      </w:r>
      <w:r w:rsidRPr="000E4623">
        <w:rPr>
          <w:rFonts w:hint="eastAsia" w:ascii="ＭＳ Ｐ明朝" w:hAnsi="ＭＳ Ｐ明朝" w:eastAsia="ＭＳ Ｐ明朝"/>
          <w:sz w:val="20"/>
          <w:szCs w:val="21"/>
        </w:rPr>
        <w:t>してください。</w:t>
      </w:r>
    </w:p>
    <w:p xmlns:wp14="http://schemas.microsoft.com/office/word/2010/wordml" w:rsidRPr="00727B82" w:rsidR="000E4623" w:rsidP="00727B82" w:rsidRDefault="000E4623" w14:paraId="783B6715" wp14:textId="77777777">
      <w:pPr>
        <w:numPr>
          <w:ilvl w:val="0"/>
          <w:numId w:val="8"/>
        </w:numPr>
        <w:rPr>
          <w:rFonts w:ascii="ＭＳ Ｐ明朝" w:hAnsi="ＭＳ Ｐ明朝" w:eastAsia="ＭＳ Ｐ明朝"/>
          <w:sz w:val="20"/>
          <w:szCs w:val="21"/>
        </w:rPr>
      </w:pPr>
      <w:r w:rsidRPr="00727B82">
        <w:rPr>
          <w:rFonts w:hint="eastAsia" w:ascii="ＭＳ Ｐ明朝" w:hAnsi="ＭＳ Ｐ明朝" w:eastAsia="ＭＳ Ｐ明朝"/>
          <w:sz w:val="20"/>
          <w:szCs w:val="21"/>
        </w:rPr>
        <w:t>非営業団体は収入欄に斜線等を入れてください。電波祭会計チェックの後、電波祭で立替払い請求書を発行します。</w:t>
      </w:r>
      <w:r w:rsidRPr="00727B82" w:rsidR="005C1306">
        <w:rPr>
          <w:rFonts w:hint="eastAsia" w:ascii="ＭＳ Ｐ明朝" w:hAnsi="ＭＳ Ｐ明朝" w:eastAsia="ＭＳ Ｐ明朝"/>
          <w:sz w:val="20"/>
          <w:szCs w:val="21"/>
        </w:rPr>
        <w:t>受給は，電波祭より各団体責任者へ連絡しますので，印鑑を持ってきてください。</w:t>
      </w:r>
    </w:p>
    <w:p xmlns:wp14="http://schemas.microsoft.com/office/word/2010/wordml" w:rsidRPr="000E4623" w:rsidR="000E4623" w:rsidP="000E4623" w:rsidRDefault="000E4623" w14:paraId="44FDCA78"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合計金額にミスがないか必ず記入者以外による複数人のチェックを受けてください。その後、顧問教員の署名と確認押印を必ずもらってください。</w:t>
      </w:r>
    </w:p>
    <w:p xmlns:wp14="http://schemas.microsoft.com/office/word/2010/wordml" w:rsidRPr="000E4623" w:rsidR="000E4623" w:rsidP="000E4623" w:rsidRDefault="000E4623" w14:paraId="1F7B0D79"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総利益（支出総額－収入総額）は</w:t>
      </w:r>
      <w:r w:rsidRPr="000E4623">
        <w:rPr>
          <w:rFonts w:hint="eastAsia" w:ascii="ＭＳ Ｐ明朝" w:hAnsi="ＭＳ Ｐ明朝" w:eastAsia="ＭＳ Ｐ明朝"/>
          <w:sz w:val="20"/>
          <w:szCs w:val="21"/>
          <w:u w:val="single"/>
        </w:rPr>
        <w:t>顧問による監督指導の下</w:t>
      </w:r>
      <w:r w:rsidRPr="000E4623">
        <w:rPr>
          <w:rFonts w:hint="eastAsia" w:ascii="ＭＳ Ｐ明朝" w:hAnsi="ＭＳ Ｐ明朝" w:eastAsia="ＭＳ Ｐ明朝"/>
          <w:sz w:val="20"/>
          <w:szCs w:val="21"/>
        </w:rPr>
        <w:t>、関係学生全員に不公平が生じないようにしてください。例えば、総利益の総額を慈善団体に寄付した場合は支払い証明書（郵便局等の受領証）を添付して関係学生全員に公開してください。</w:t>
      </w:r>
    </w:p>
    <w:p xmlns:wp14="http://schemas.microsoft.com/office/word/2010/wordml" w:rsidRPr="000E4623" w:rsidR="000E4623" w:rsidP="000E4623" w:rsidRDefault="000E4623" w14:paraId="361222FB" wp14:textId="29FBA2D1">
      <w:pPr>
        <w:numPr>
          <w:ilvl w:val="0"/>
          <w:numId w:val="8"/>
        </w:numPr>
        <w:rPr>
          <w:rFonts w:ascii="ＭＳ Ｐ明朝" w:hAnsi="ＭＳ Ｐ明朝" w:eastAsia="ＭＳ Ｐ明朝"/>
          <w:sz w:val="20"/>
          <w:szCs w:val="20"/>
        </w:rPr>
      </w:pPr>
      <w:r w:rsidRPr="528B1FDD" w:rsidR="000E4623">
        <w:rPr>
          <w:rFonts w:ascii="ＭＳ Ｐ明朝" w:hAnsi="ＭＳ Ｐ明朝" w:eastAsia="ＭＳ Ｐ明朝"/>
          <w:sz w:val="20"/>
          <w:szCs w:val="20"/>
        </w:rPr>
        <w:t>この報告書および支払い証拠書類一覧は、</w:t>
      </w:r>
      <w:r w:rsidRPr="528B1FDD" w:rsidR="000E4623">
        <w:rPr>
          <w:rFonts w:ascii="ＭＳ Ｐゴシック" w:hAnsi="ＭＳ Ｐゴシック" w:eastAsia="ＭＳ Ｐゴシック"/>
          <w:sz w:val="20"/>
          <w:szCs w:val="20"/>
        </w:rPr>
        <w:t>11月</w:t>
      </w:r>
      <w:r w:rsidRPr="528B1FDD" w:rsidR="4BDCC740">
        <w:rPr>
          <w:rFonts w:ascii="ＭＳ Ｐゴシック" w:hAnsi="ＭＳ Ｐゴシック" w:eastAsia="ＭＳ Ｐゴシック"/>
          <w:sz w:val="20"/>
          <w:szCs w:val="20"/>
        </w:rPr>
        <w:t>16</w:t>
      </w:r>
      <w:r w:rsidRPr="528B1FDD" w:rsidR="000E4623">
        <w:rPr>
          <w:rFonts w:ascii="ＭＳ Ｐゴシック" w:hAnsi="ＭＳ Ｐゴシック" w:eastAsia="ＭＳ Ｐゴシック"/>
          <w:sz w:val="20"/>
          <w:szCs w:val="20"/>
        </w:rPr>
        <w:t>日（</w:t>
      </w:r>
      <w:r w:rsidRPr="528B1FDD" w:rsidR="563D4240">
        <w:rPr>
          <w:rFonts w:ascii="ＭＳ Ｐゴシック" w:hAnsi="ＭＳ Ｐゴシック" w:eastAsia="ＭＳ Ｐゴシック"/>
          <w:sz w:val="20"/>
          <w:szCs w:val="20"/>
        </w:rPr>
        <w:t>水</w:t>
      </w:r>
      <w:r w:rsidRPr="528B1FDD" w:rsidR="000E4623">
        <w:rPr>
          <w:rFonts w:ascii="ＭＳ Ｐゴシック" w:hAnsi="ＭＳ Ｐゴシック" w:eastAsia="ＭＳ Ｐゴシック"/>
          <w:sz w:val="20"/>
          <w:szCs w:val="20"/>
        </w:rPr>
        <w:t>）</w:t>
      </w:r>
      <w:r w:rsidRPr="528B1FDD" w:rsidR="000E4623">
        <w:rPr>
          <w:rFonts w:ascii="ＭＳ Ｐ明朝" w:hAnsi="ＭＳ Ｐ明朝" w:eastAsia="ＭＳ Ｐ明朝"/>
          <w:sz w:val="20"/>
          <w:szCs w:val="20"/>
        </w:rPr>
        <w:t>に回収します。またクラス団体顧問の許可を得た上で教室掲示する等、関係学生全員に周知する手段を取ってください。</w:t>
      </w:r>
    </w:p>
    <w:p xmlns:wp14="http://schemas.microsoft.com/office/word/2010/wordml" w:rsidRPr="000E4623" w:rsidR="000E4623" w:rsidP="000E4623" w:rsidRDefault="000E4623" w14:paraId="5C652ACA" wp14:textId="77777777">
      <w:pPr>
        <w:numPr>
          <w:ilvl w:val="0"/>
          <w:numId w:val="8"/>
        </w:numPr>
        <w:rPr>
          <w:rFonts w:ascii="ＭＳ Ｐ明朝" w:hAnsi="ＭＳ Ｐ明朝" w:eastAsia="ＭＳ Ｐ明朝"/>
          <w:sz w:val="20"/>
          <w:szCs w:val="21"/>
        </w:rPr>
      </w:pPr>
      <w:r w:rsidRPr="000E4623">
        <w:rPr>
          <w:rFonts w:hint="eastAsia" w:ascii="ＭＳ Ｐ明朝" w:hAnsi="ＭＳ Ｐ明朝" w:eastAsia="ＭＳ Ｐ明朝"/>
          <w:sz w:val="20"/>
          <w:szCs w:val="21"/>
        </w:rPr>
        <w:t>その他不明点がある場合は、電波祭</w:t>
      </w:r>
      <w:r w:rsidR="000D665D">
        <w:rPr>
          <w:rFonts w:hint="eastAsia" w:ascii="ＭＳ Ｐ明朝" w:hAnsi="ＭＳ Ｐ明朝" w:eastAsia="ＭＳ Ｐ明朝"/>
          <w:sz w:val="20"/>
          <w:szCs w:val="21"/>
        </w:rPr>
        <w:t>委員</w:t>
      </w:r>
      <w:r w:rsidRPr="000E4623">
        <w:rPr>
          <w:rFonts w:hint="eastAsia" w:ascii="ＭＳ Ｐ明朝" w:hAnsi="ＭＳ Ｐ明朝" w:eastAsia="ＭＳ Ｐ明朝"/>
          <w:sz w:val="20"/>
          <w:szCs w:val="21"/>
        </w:rPr>
        <w:t>に問い合わせてください。</w:t>
      </w:r>
    </w:p>
    <w:p xmlns:wp14="http://schemas.microsoft.com/office/word/2010/wordml" w:rsidRPr="000D665D" w:rsidR="00890037" w:rsidP="00727B82" w:rsidRDefault="00890037" w14:paraId="0A37501D" wp14:textId="77777777">
      <w:pPr>
        <w:widowControl/>
        <w:jc w:val="left"/>
        <w:rPr>
          <w:rFonts w:hint="eastAsia" w:ascii="ＭＳ Ｐ明朝" w:hAnsi="ＭＳ Ｐ明朝" w:eastAsia="ＭＳ Ｐ明朝"/>
        </w:rPr>
      </w:pPr>
      <w:bookmarkStart w:name="_GoBack" w:id="0"/>
      <w:bookmarkEnd w:id="0"/>
    </w:p>
    <w:sectPr w:rsidRPr="000D665D" w:rsidR="00890037" w:rsidSect="00463F4D">
      <w:footerReference w:type="default" r:id="rId11"/>
      <w:footerReference w:type="first" r:id="rId12"/>
      <w:pgSz w:w="11906" w:h="16838" w:orient="portrait" w:code="9"/>
      <w:pgMar w:top="567" w:right="1134" w:bottom="851" w:left="1134" w:header="284" w:footer="340" w:gutter="0"/>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D45969" w:rsidP="00186CB0" w:rsidRDefault="00D45969" w14:paraId="5DAB6C7B" wp14:textId="77777777">
      <w:r>
        <w:separator/>
      </w:r>
    </w:p>
  </w:endnote>
  <w:endnote w:type="continuationSeparator" w:id="0">
    <w:p xmlns:wp14="http://schemas.microsoft.com/office/word/2010/wordml" w:rsidR="00D45969" w:rsidP="00186CB0" w:rsidRDefault="00D45969" w14:paraId="02EB378F"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ＭＳ Ｐ明朝" w:hAnsi="ＭＳ Ｐ明朝" w:eastAsia="ＭＳ Ｐ明朝"/>
      </w:rPr>
      <w:id w:val="252795941"/>
      <w:docPartObj>
        <w:docPartGallery w:val="Page Numbers (Bottom of Page)"/>
        <w:docPartUnique/>
      </w:docPartObj>
    </w:sdtPr>
    <w:sdtEndPr/>
    <w:sdtContent>
      <w:p xmlns:wp14="http://schemas.microsoft.com/office/word/2010/wordml" w:rsidRPr="009B371F" w:rsidR="00345881" w:rsidRDefault="00345881" w14:paraId="2D85BC2C" wp14:textId="77777777">
        <w:pPr>
          <w:pStyle w:val="a5"/>
          <w:jc w:val="center"/>
          <w:rPr>
            <w:rFonts w:ascii="ＭＳ Ｐ明朝" w:hAnsi="ＭＳ Ｐ明朝" w:eastAsia="ＭＳ Ｐ明朝"/>
          </w:rPr>
        </w:pPr>
        <w:r w:rsidRPr="009B371F">
          <w:rPr>
            <w:rFonts w:ascii="ＭＳ Ｐ明朝" w:hAnsi="ＭＳ Ｐ明朝" w:eastAsia="ＭＳ Ｐ明朝"/>
          </w:rPr>
          <w:fldChar w:fldCharType="begin"/>
        </w:r>
        <w:r w:rsidRPr="009B371F">
          <w:rPr>
            <w:rFonts w:ascii="ＭＳ Ｐ明朝" w:hAnsi="ＭＳ Ｐ明朝" w:eastAsia="ＭＳ Ｐ明朝"/>
          </w:rPr>
          <w:instrText>PAGE   \* MERGEFORMAT</w:instrText>
        </w:r>
        <w:r w:rsidRPr="009B371F">
          <w:rPr>
            <w:rFonts w:ascii="ＭＳ Ｐ明朝" w:hAnsi="ＭＳ Ｐ明朝" w:eastAsia="ＭＳ Ｐ明朝"/>
          </w:rPr>
          <w:fldChar w:fldCharType="separate"/>
        </w:r>
        <w:r w:rsidRPr="00727B82" w:rsidR="00727B82">
          <w:rPr>
            <w:rFonts w:ascii="ＭＳ Ｐ明朝" w:hAnsi="ＭＳ Ｐ明朝" w:eastAsia="ＭＳ Ｐ明朝"/>
            <w:noProof/>
            <w:lang w:val="ja-JP"/>
          </w:rPr>
          <w:t>-</w:t>
        </w:r>
        <w:r w:rsidR="00727B82">
          <w:rPr>
            <w:rFonts w:ascii="ＭＳ Ｐ明朝" w:hAnsi="ＭＳ Ｐ明朝" w:eastAsia="ＭＳ Ｐ明朝"/>
            <w:noProof/>
          </w:rPr>
          <w:t xml:space="preserve"> 2 -</w:t>
        </w:r>
        <w:r w:rsidRPr="009B371F">
          <w:rPr>
            <w:rFonts w:ascii="ＭＳ Ｐ明朝" w:hAnsi="ＭＳ Ｐ明朝" w:eastAsia="ＭＳ Ｐ明朝"/>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9B371F" w:rsidR="00345881" w:rsidP="00495C78" w:rsidRDefault="00345881" w14:paraId="525919AF" wp14:textId="77777777">
    <w:pPr>
      <w:pStyle w:val="a5"/>
      <w:jc w:val="center"/>
      <w:rPr>
        <w:rFonts w:ascii="ＭＳ Ｐ明朝" w:hAnsi="ＭＳ Ｐ明朝" w:eastAsia="ＭＳ Ｐ明朝"/>
      </w:rPr>
    </w:pPr>
    <w:r w:rsidRPr="009B371F">
      <w:rPr>
        <w:rFonts w:ascii="ＭＳ Ｐ明朝" w:hAnsi="ＭＳ Ｐ明朝" w:eastAsia="ＭＳ Ｐ明朝"/>
      </w:rPr>
      <w:fldChar w:fldCharType="begin"/>
    </w:r>
    <w:r w:rsidRPr="009B371F">
      <w:rPr>
        <w:rFonts w:ascii="ＭＳ Ｐ明朝" w:hAnsi="ＭＳ Ｐ明朝" w:eastAsia="ＭＳ Ｐ明朝"/>
      </w:rPr>
      <w:instrText>PAGE   \* MERGEFORMAT</w:instrText>
    </w:r>
    <w:r w:rsidRPr="009B371F">
      <w:rPr>
        <w:rFonts w:ascii="ＭＳ Ｐ明朝" w:hAnsi="ＭＳ Ｐ明朝" w:eastAsia="ＭＳ Ｐ明朝"/>
      </w:rPr>
      <w:fldChar w:fldCharType="separate"/>
    </w:r>
    <w:r w:rsidRPr="000D665D" w:rsidR="000D665D">
      <w:rPr>
        <w:rFonts w:ascii="ＭＳ Ｐ明朝" w:hAnsi="ＭＳ Ｐ明朝" w:eastAsia="ＭＳ Ｐ明朝"/>
        <w:noProof/>
        <w:lang w:val="ja-JP"/>
      </w:rPr>
      <w:t>-</w:t>
    </w:r>
    <w:r w:rsidR="000D665D">
      <w:rPr>
        <w:rFonts w:ascii="ＭＳ Ｐ明朝" w:hAnsi="ＭＳ Ｐ明朝" w:eastAsia="ＭＳ Ｐ明朝"/>
        <w:noProof/>
      </w:rPr>
      <w:t xml:space="preserve"> 1 -</w:t>
    </w:r>
    <w:r w:rsidRPr="009B371F">
      <w:rPr>
        <w:rFonts w:ascii="ＭＳ Ｐ明朝" w:hAnsi="ＭＳ Ｐ明朝" w:eastAsia="ＭＳ Ｐ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D45969" w:rsidP="00186CB0" w:rsidRDefault="00D45969" w14:paraId="6A05A809" wp14:textId="77777777">
      <w:r>
        <w:separator/>
      </w:r>
    </w:p>
  </w:footnote>
  <w:footnote w:type="continuationSeparator" w:id="0">
    <w:p xmlns:wp14="http://schemas.microsoft.com/office/word/2010/wordml" w:rsidR="00D45969" w:rsidP="00186CB0" w:rsidRDefault="00D45969" w14:paraId="5A39BBE3"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1199B"/>
    <w:multiLevelType w:val="hybridMultilevel"/>
    <w:tmpl w:val="85964150"/>
    <w:lvl w:ilvl="0" w:tplc="F6DAAAAC">
      <w:start w:val="1"/>
      <w:numFmt w:val="decimal"/>
      <w:lvlText w:val="(%1)"/>
      <w:lvlJc w:val="left"/>
      <w:pPr>
        <w:tabs>
          <w:tab w:val="num" w:pos="420"/>
        </w:tabs>
        <w:ind w:left="420" w:hanging="420"/>
      </w:pPr>
      <w:rPr>
        <w:rFonts w:ascii="ＭＳ Ｐ明朝" w:hAnsi="ＭＳ Ｐ明朝" w:eastAsia="ＭＳ Ｐ明朝" w:cs="Times New Roman"/>
        <w:lang w:val="en-US"/>
      </w:rPr>
    </w:lvl>
    <w:lvl w:ilvl="1" w:tplc="D4BA5F4E">
      <w:start w:val="1"/>
      <w:numFmt w:val="decimalEnclosedCircle"/>
      <w:lvlText w:val="%2"/>
      <w:lvlJc w:val="left"/>
      <w:pPr>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49E35E6"/>
    <w:multiLevelType w:val="hybridMultilevel"/>
    <w:tmpl w:val="E14E0E6E"/>
    <w:lvl w:ilvl="0" w:tplc="253483F2">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1A7A67C8"/>
    <w:multiLevelType w:val="hybridMultilevel"/>
    <w:tmpl w:val="5674227E"/>
    <w:lvl w:ilvl="0" w:tplc="253483F2">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23041134"/>
    <w:multiLevelType w:val="hybridMultilevel"/>
    <w:tmpl w:val="60089D50"/>
    <w:lvl w:ilvl="0" w:tplc="253483F2">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15:restartNumberingAfterBreak="0">
    <w:nsid w:val="26CD360C"/>
    <w:multiLevelType w:val="hybridMultilevel"/>
    <w:tmpl w:val="553EC610"/>
    <w:lvl w:ilvl="0" w:tplc="253483F2">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2D28174C"/>
    <w:multiLevelType w:val="hybridMultilevel"/>
    <w:tmpl w:val="0CCEB1BE"/>
    <w:lvl w:ilvl="0" w:tplc="253483F2">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48DA1619"/>
    <w:multiLevelType w:val="hybridMultilevel"/>
    <w:tmpl w:val="DF6A7782"/>
    <w:lvl w:ilvl="0" w:tplc="253483F2">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549C349B"/>
    <w:multiLevelType w:val="hybridMultilevel"/>
    <w:tmpl w:val="D85A9842"/>
    <w:lvl w:ilvl="0" w:tplc="253483F2">
      <w:start w:val="1"/>
      <w:numFmt w:val="decimal"/>
      <w:lvlText w:val="(%1)"/>
      <w:lvlJc w:val="left"/>
      <w:pPr>
        <w:ind w:left="562" w:hanging="420"/>
      </w:pPr>
      <w:rPr>
        <w:rFonts w:hint="eastAsia"/>
      </w:rPr>
    </w:lvl>
    <w:lvl w:ilvl="1" w:tplc="04090017">
      <w:start w:val="1"/>
      <w:numFmt w:val="aiueoFullWidth"/>
      <w:lvlText w:val="(%2)"/>
      <w:lvlJc w:val="left"/>
      <w:pPr>
        <w:ind w:left="704"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69967DB7"/>
    <w:multiLevelType w:val="hybridMultilevel"/>
    <w:tmpl w:val="85964150"/>
    <w:lvl w:ilvl="0" w:tplc="F6DAAAAC">
      <w:start w:val="1"/>
      <w:numFmt w:val="decimal"/>
      <w:lvlText w:val="(%1)"/>
      <w:lvlJc w:val="left"/>
      <w:pPr>
        <w:tabs>
          <w:tab w:val="num" w:pos="420"/>
        </w:tabs>
        <w:ind w:left="420" w:hanging="420"/>
      </w:pPr>
      <w:rPr>
        <w:rFonts w:ascii="ＭＳ Ｐ明朝" w:hAnsi="ＭＳ Ｐ明朝" w:eastAsia="ＭＳ Ｐ明朝" w:cs="Times New Roman"/>
        <w:lang w:val="en-US"/>
      </w:rPr>
    </w:lvl>
    <w:lvl w:ilvl="1" w:tplc="D4BA5F4E">
      <w:start w:val="1"/>
      <w:numFmt w:val="decimalEnclosedCircle"/>
      <w:lvlText w:val="%2"/>
      <w:lvlJc w:val="left"/>
      <w:pPr>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7"/>
  </w:num>
  <w:num w:numId="3">
    <w:abstractNumId w:val="5"/>
  </w:num>
  <w:num w:numId="4">
    <w:abstractNumId w:val="1"/>
  </w:num>
  <w:num w:numId="5">
    <w:abstractNumId w:val="3"/>
  </w:num>
  <w:num w:numId="6">
    <w:abstractNumId w:val="6"/>
  </w:num>
  <w:num w:numId="7">
    <w:abstractNumId w:val="2"/>
  </w:num>
  <w:num w:numId="8">
    <w:abstractNumId w:val="0"/>
  </w:num>
  <w:num w:numId="9">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bordersDoNotSurroundHeader/>
  <w:bordersDoNotSurroundFooter/>
  <w:attachedTemplate r:id="rId1"/>
  <w:trackRevisions w:val="false"/>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623"/>
    <w:rsid w:val="000252E3"/>
    <w:rsid w:val="000724D5"/>
    <w:rsid w:val="000802A4"/>
    <w:rsid w:val="00085549"/>
    <w:rsid w:val="000B4E9E"/>
    <w:rsid w:val="000B725C"/>
    <w:rsid w:val="000C77D5"/>
    <w:rsid w:val="000D665D"/>
    <w:rsid w:val="000E4623"/>
    <w:rsid w:val="000F460E"/>
    <w:rsid w:val="00110E6C"/>
    <w:rsid w:val="00153AFF"/>
    <w:rsid w:val="00181CE6"/>
    <w:rsid w:val="00186CB0"/>
    <w:rsid w:val="001974FB"/>
    <w:rsid w:val="001E0332"/>
    <w:rsid w:val="001F218E"/>
    <w:rsid w:val="001F7BBC"/>
    <w:rsid w:val="00231D76"/>
    <w:rsid w:val="002537A7"/>
    <w:rsid w:val="0026754A"/>
    <w:rsid w:val="002A4B48"/>
    <w:rsid w:val="002D0659"/>
    <w:rsid w:val="0034465B"/>
    <w:rsid w:val="00345881"/>
    <w:rsid w:val="00353CA9"/>
    <w:rsid w:val="00363072"/>
    <w:rsid w:val="00387D3F"/>
    <w:rsid w:val="003952CF"/>
    <w:rsid w:val="00396246"/>
    <w:rsid w:val="003B10B4"/>
    <w:rsid w:val="003B7D6F"/>
    <w:rsid w:val="003C3558"/>
    <w:rsid w:val="00411FB0"/>
    <w:rsid w:val="0042296C"/>
    <w:rsid w:val="00453E92"/>
    <w:rsid w:val="00463F4D"/>
    <w:rsid w:val="004756CF"/>
    <w:rsid w:val="00492FB6"/>
    <w:rsid w:val="00495C78"/>
    <w:rsid w:val="00561545"/>
    <w:rsid w:val="0057687D"/>
    <w:rsid w:val="005C1306"/>
    <w:rsid w:val="005F640A"/>
    <w:rsid w:val="00670934"/>
    <w:rsid w:val="00683B90"/>
    <w:rsid w:val="0068610D"/>
    <w:rsid w:val="0069306E"/>
    <w:rsid w:val="00723C9E"/>
    <w:rsid w:val="00727B82"/>
    <w:rsid w:val="0073193F"/>
    <w:rsid w:val="00780F55"/>
    <w:rsid w:val="007908C8"/>
    <w:rsid w:val="007A415F"/>
    <w:rsid w:val="007E3566"/>
    <w:rsid w:val="00804019"/>
    <w:rsid w:val="00890037"/>
    <w:rsid w:val="008B43D8"/>
    <w:rsid w:val="008F3632"/>
    <w:rsid w:val="00925EF2"/>
    <w:rsid w:val="0096068E"/>
    <w:rsid w:val="0097227A"/>
    <w:rsid w:val="00986F25"/>
    <w:rsid w:val="00990816"/>
    <w:rsid w:val="009B371F"/>
    <w:rsid w:val="009F7FB9"/>
    <w:rsid w:val="00A41705"/>
    <w:rsid w:val="00A658AA"/>
    <w:rsid w:val="00AA2684"/>
    <w:rsid w:val="00AC0D52"/>
    <w:rsid w:val="00AD0DF2"/>
    <w:rsid w:val="00B130AE"/>
    <w:rsid w:val="00BB6F13"/>
    <w:rsid w:val="00BC1824"/>
    <w:rsid w:val="00C23F44"/>
    <w:rsid w:val="00CE3EA7"/>
    <w:rsid w:val="00D219C4"/>
    <w:rsid w:val="00D258B0"/>
    <w:rsid w:val="00D27924"/>
    <w:rsid w:val="00D45969"/>
    <w:rsid w:val="00D65CD1"/>
    <w:rsid w:val="00D70054"/>
    <w:rsid w:val="00DA5C1F"/>
    <w:rsid w:val="00E216BE"/>
    <w:rsid w:val="00E26E8E"/>
    <w:rsid w:val="00E63DC4"/>
    <w:rsid w:val="00E82FE4"/>
    <w:rsid w:val="00F109A6"/>
    <w:rsid w:val="00F2171D"/>
    <w:rsid w:val="00FB087B"/>
    <w:rsid w:val="4BDCC740"/>
    <w:rsid w:val="528B1FDD"/>
    <w:rsid w:val="563D42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26BA531"/>
  <w15:docId w15:val="{82C0FC67-6145-4B5F-9084-866C555DA45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1">
    <w:name w:val="Normal"/>
    <w:qFormat/>
    <w:rsid w:val="00DA5C1F"/>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unhideWhenUsed/>
    <w:rsid w:val="00186CB0"/>
    <w:pPr>
      <w:tabs>
        <w:tab w:val="center" w:pos="4252"/>
        <w:tab w:val="right" w:pos="8504"/>
      </w:tabs>
      <w:snapToGrid w:val="0"/>
    </w:pPr>
  </w:style>
  <w:style w:type="character" w:styleId="a4" w:customStyle="1">
    <w:name w:val="ヘッダー (文字)"/>
    <w:basedOn w:val="a0"/>
    <w:link w:val="a3"/>
    <w:uiPriority w:val="99"/>
    <w:rsid w:val="00186CB0"/>
  </w:style>
  <w:style w:type="paragraph" w:styleId="a5">
    <w:name w:val="footer"/>
    <w:basedOn w:val="a"/>
    <w:link w:val="a6"/>
    <w:uiPriority w:val="99"/>
    <w:unhideWhenUsed/>
    <w:rsid w:val="00186CB0"/>
    <w:pPr>
      <w:tabs>
        <w:tab w:val="center" w:pos="4252"/>
        <w:tab w:val="right" w:pos="8504"/>
      </w:tabs>
      <w:snapToGrid w:val="0"/>
    </w:pPr>
  </w:style>
  <w:style w:type="character" w:styleId="a6" w:customStyle="1">
    <w:name w:val="フッター (文字)"/>
    <w:basedOn w:val="a0"/>
    <w:link w:val="a5"/>
    <w:uiPriority w:val="99"/>
    <w:rsid w:val="00186CB0"/>
  </w:style>
  <w:style w:type="paragraph" w:styleId="a7">
    <w:name w:val="List Paragraph"/>
    <w:basedOn w:val="a"/>
    <w:uiPriority w:val="34"/>
    <w:qFormat/>
    <w:rsid w:val="00990816"/>
    <w:pPr>
      <w:ind w:left="840" w:leftChars="400"/>
    </w:pPr>
  </w:style>
  <w:style w:type="character" w:styleId="a8">
    <w:name w:val="Hyperlink"/>
    <w:basedOn w:val="a0"/>
    <w:uiPriority w:val="99"/>
    <w:unhideWhenUsed/>
    <w:rsid w:val="004756CF"/>
    <w:rPr>
      <w:color w:val="0000FF" w:themeColor="hyperlink"/>
      <w:u w:val="single"/>
    </w:rPr>
  </w:style>
  <w:style w:type="paragraph" w:styleId="a9">
    <w:name w:val="Balloon Text"/>
    <w:basedOn w:val="a"/>
    <w:link w:val="aa"/>
    <w:uiPriority w:val="99"/>
    <w:semiHidden/>
    <w:unhideWhenUsed/>
    <w:rsid w:val="00C23F44"/>
    <w:rPr>
      <w:rFonts w:asciiTheme="majorHAnsi" w:hAnsiTheme="majorHAnsi" w:eastAsiaTheme="majorEastAsia" w:cstheme="majorBidi"/>
      <w:sz w:val="18"/>
      <w:szCs w:val="18"/>
    </w:rPr>
  </w:style>
  <w:style w:type="character" w:styleId="aa" w:customStyle="1">
    <w:name w:val="吹き出し (文字)"/>
    <w:basedOn w:val="a0"/>
    <w:link w:val="a9"/>
    <w:uiPriority w:val="99"/>
    <w:semiHidden/>
    <w:rsid w:val="00C23F44"/>
    <w:rPr>
      <w:rFonts w:asciiTheme="majorHAnsi" w:hAnsiTheme="majorHAnsi" w:eastAsiaTheme="majorEastAsia"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glossary/document.xml" Id="R3685435f7c914ec3"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jisawa\Desktop\H26_&#23455;&#34892;&#22996;&#21729;&#20250;&#36039;&#26009;&#12501;&#12457;&#12540;&#12510;&#12483;&#12488;.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283d4af-5f62-4c1e-ae71-cc058321c64a}"/>
      </w:docPartPr>
      <w:docPartBody>
        <w:p w14:paraId="79CA19F8">
          <w:r>
            <w:rPr>
              <w:rStyle w:val="PlaceholderText"/>
            </w:rPr>
            <w:t/>
          </w:r>
        </w:p>
      </w:docPartBody>
    </w:docPart>
  </w:docParts>
</w:glossaryDocument>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D55B37C3DB3854AB13AE3B727ABB55E" ma:contentTypeVersion="13" ma:contentTypeDescription="新しいドキュメントを作成します。" ma:contentTypeScope="" ma:versionID="b7845f7f4ef65a11f1dc968f8d8a1582">
  <xsd:schema xmlns:xsd="http://www.w3.org/2001/XMLSchema" xmlns:xs="http://www.w3.org/2001/XMLSchema" xmlns:p="http://schemas.microsoft.com/office/2006/metadata/properties" xmlns:ns2="928d45c6-e1e9-4f39-afae-2ada53010ce2" xmlns:ns3="a114285f-9654-4097-ae8d-e32b2d04441e" targetNamespace="http://schemas.microsoft.com/office/2006/metadata/properties" ma:root="true" ma:fieldsID="909d5dc04235a3b14f7747aa42b04167" ns2:_="" ns3:_="">
    <xsd:import namespace="928d45c6-e1e9-4f39-afae-2ada53010ce2"/>
    <xsd:import namespace="a114285f-9654-4097-ae8d-e32b2d0444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8d45c6-e1e9-4f39-afae-2ada53010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114285f-9654-4097-ae8d-e32b2d04441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21453dc-ed59-4780-bf2d-73c3e28e0d92}" ma:internalName="TaxCatchAll" ma:showField="CatchAllData" ma:web="a114285f-9654-4097-ae8d-e32b2d04441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114285f-9654-4097-ae8d-e32b2d04441e" xsi:nil="true"/>
    <lcf76f155ced4ddcb4097134ff3c332f xmlns="928d45c6-e1e9-4f39-afae-2ada53010ce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42FCF-3247-4F5E-9B48-EC06343B9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8d45c6-e1e9-4f39-afae-2ada53010ce2"/>
    <ds:schemaRef ds:uri="a114285f-9654-4097-ae8d-e32b2d0444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D269D6-9245-49C5-A3C4-0FAB4319AF22}">
  <ds:schemaRefs>
    <ds:schemaRef ds:uri="http://schemas.microsoft.com/office/2006/metadata/properties"/>
    <ds:schemaRef ds:uri="http://schemas.microsoft.com/office/infopath/2007/PartnerControls"/>
    <ds:schemaRef ds:uri="a114285f-9654-4097-ae8d-e32b2d04441e"/>
    <ds:schemaRef ds:uri="928d45c6-e1e9-4f39-afae-2ada53010ce2"/>
  </ds:schemaRefs>
</ds:datastoreItem>
</file>

<file path=customXml/itemProps3.xml><?xml version="1.0" encoding="utf-8"?>
<ds:datastoreItem xmlns:ds="http://schemas.openxmlformats.org/officeDocument/2006/customXml" ds:itemID="{F6826912-473F-4671-B8FE-4F529F0BC491}">
  <ds:schemaRefs>
    <ds:schemaRef ds:uri="http://schemas.microsoft.com/sharepoint/v3/contenttype/forms"/>
  </ds:schemaRefs>
</ds:datastoreItem>
</file>

<file path=customXml/itemProps4.xml><?xml version="1.0" encoding="utf-8"?>
<ds:datastoreItem xmlns:ds="http://schemas.openxmlformats.org/officeDocument/2006/customXml" ds:itemID="{CDB3C1EA-E4DB-4398-86AE-3B3FD16E641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H26_実行委員会資料フォーマット</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藤澤健太</dc:creator>
  <lastModifiedBy>g19311_香川</lastModifiedBy>
  <revision>9</revision>
  <lastPrinted>2014-11-10T23:34:00.0000000Z</lastPrinted>
  <dcterms:created xsi:type="dcterms:W3CDTF">2014-11-10T23:25:00.0000000Z</dcterms:created>
  <dcterms:modified xsi:type="dcterms:W3CDTF">2022-11-01T06:10:49.9650802Z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0x010100CD55B37C3DB3854AB13AE3B727ABB55E</vt:lpwstr>
  </property>
  <property fmtid="{D5CDD505-2E9C-101B-9397-08002B2CF9AE}" pid="3" name="MediaServiceImageTags">
    <vt:lpwstr/>
  </property>
</Properties>
</file>